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FF394" w14:textId="77777777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483596F7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947D3" w:rsidRPr="00773B4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947D3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8947D3" w:rsidRPr="00773B4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8947D3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5BA4E7BC" w14:textId="15805B23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8947D3">
        <w:rPr>
          <w:rFonts w:ascii="Corbel" w:hAnsi="Corbel"/>
          <w:sz w:val="20"/>
          <w:szCs w:val="20"/>
        </w:rPr>
        <w:t>3</w:t>
      </w:r>
      <w:r w:rsidR="001440B4">
        <w:rPr>
          <w:rFonts w:ascii="Corbel" w:hAnsi="Corbel"/>
          <w:sz w:val="20"/>
          <w:szCs w:val="20"/>
        </w:rPr>
        <w:t>/202</w:t>
      </w:r>
      <w:r w:rsidR="008947D3">
        <w:rPr>
          <w:rFonts w:ascii="Corbel" w:hAnsi="Corbel"/>
          <w:sz w:val="20"/>
          <w:szCs w:val="20"/>
        </w:rPr>
        <w:t>4</w:t>
      </w:r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55EEDE11" w:rsidR="0085747A" w:rsidRPr="009C54AE" w:rsidRDefault="00664DF7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9399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3239C52D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00DE2750" w:rsidR="0085747A" w:rsidRPr="009C54AE" w:rsidRDefault="00773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8F7129E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250228DF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Banki detaliczne i banki korporacyjne. Kierunki rozwoju współczesnej bankowości detalicznej i korporacyjnej. Istota kategorii: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consumer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finance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private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banking,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bancassurance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lastRenderedPageBreak/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shadow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wealth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credit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scoring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>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32754F4A" w:rsidR="0085747A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299422BB" w:rsidR="00C61DC5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-Drozdowska, Jaworski W.,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M.Szelągowska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 A., Zawadzka Z., Bankowość: instytucje, operacje, zarządzanie,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Pyka I. (red.), Bankowość komercyjna, Wydawnictwo Uniwersytetu 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Czerwińska T., Jajuga K. (red.), Ryzyko instytucji finansowych. Współczesne trendy i  wyzwania,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CeDeWu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91DCC" w14:textId="77777777" w:rsidR="008042A2" w:rsidRDefault="008042A2" w:rsidP="00C16ABF">
      <w:pPr>
        <w:spacing w:after="0" w:line="240" w:lineRule="auto"/>
      </w:pPr>
      <w:r>
        <w:separator/>
      </w:r>
    </w:p>
  </w:endnote>
  <w:endnote w:type="continuationSeparator" w:id="0">
    <w:p w14:paraId="52729644" w14:textId="77777777" w:rsidR="008042A2" w:rsidRDefault="008042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68706" w14:textId="77777777" w:rsidR="008042A2" w:rsidRDefault="008042A2" w:rsidP="00C16ABF">
      <w:pPr>
        <w:spacing w:after="0" w:line="240" w:lineRule="auto"/>
      </w:pPr>
      <w:r>
        <w:separator/>
      </w:r>
    </w:p>
  </w:footnote>
  <w:footnote w:type="continuationSeparator" w:id="0">
    <w:p w14:paraId="601CA027" w14:textId="77777777" w:rsidR="008042A2" w:rsidRDefault="008042A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244B"/>
    <w:rsid w:val="00346FE9"/>
    <w:rsid w:val="0034759A"/>
    <w:rsid w:val="003503F6"/>
    <w:rsid w:val="003530DD"/>
    <w:rsid w:val="00363F78"/>
    <w:rsid w:val="003748BF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593"/>
    <w:rsid w:val="004840FD"/>
    <w:rsid w:val="00490F7D"/>
    <w:rsid w:val="00491678"/>
    <w:rsid w:val="0049399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64DF7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73C66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042A2"/>
    <w:rsid w:val="0081554D"/>
    <w:rsid w:val="0081707E"/>
    <w:rsid w:val="008449B3"/>
    <w:rsid w:val="008552A2"/>
    <w:rsid w:val="0085747A"/>
    <w:rsid w:val="00884922"/>
    <w:rsid w:val="00885F64"/>
    <w:rsid w:val="008917F9"/>
    <w:rsid w:val="008947D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3092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BC0134-6FC7-4D86-8482-998C61769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1208</Words>
  <Characters>7249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2020-11-24T09:26:00Z</dcterms:created>
  <dcterms:modified xsi:type="dcterms:W3CDTF">2022-02-11T09:12:00Z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